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83" w:rsidRPr="00846E41" w:rsidRDefault="00882483" w:rsidP="008824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بسم </w:t>
      </w:r>
      <w:bookmarkEnd w:id="0"/>
      <w:r w:rsidRPr="00846E41">
        <w:rPr>
          <w:rFonts w:ascii="IRBadr" w:hAnsi="IRBadr" w:cs="IRBadr"/>
          <w:sz w:val="28"/>
          <w:szCs w:val="28"/>
          <w:rtl/>
          <w:lang w:bidi="fa-IR"/>
        </w:rPr>
        <w:t>الله الرحمن الرحیم</w:t>
      </w:r>
    </w:p>
    <w:p w:rsidR="00AD5ECA" w:rsidRPr="00846E41" w:rsidRDefault="00AD5ECA" w:rsidP="00AD5EC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46E41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AD5ECA" w:rsidRPr="00846E41" w:rsidRDefault="00AD5ECA" w:rsidP="00AD5ECA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r w:rsidRPr="00846E41">
        <w:rPr>
          <w:rFonts w:ascii="IRBadr" w:hAnsi="IRBadr" w:cs="IRBadr"/>
          <w:sz w:val="28"/>
          <w:rtl/>
        </w:rPr>
        <w:fldChar w:fldCharType="begin"/>
      </w:r>
      <w:r w:rsidRPr="00846E41">
        <w:rPr>
          <w:rFonts w:ascii="IRBadr" w:hAnsi="IRBadr" w:cs="IRBadr"/>
          <w:sz w:val="28"/>
          <w:rtl/>
        </w:rPr>
        <w:instrText xml:space="preserve"> </w:instrText>
      </w:r>
      <w:r w:rsidRPr="00846E41">
        <w:rPr>
          <w:rFonts w:ascii="IRBadr" w:hAnsi="IRBadr" w:cs="IRBadr"/>
          <w:sz w:val="28"/>
        </w:rPr>
        <w:instrText>TOC</w:instrText>
      </w:r>
      <w:r w:rsidRPr="00846E41">
        <w:rPr>
          <w:rFonts w:ascii="IRBadr" w:hAnsi="IRBadr" w:cs="IRBadr"/>
          <w:sz w:val="28"/>
          <w:rtl/>
        </w:rPr>
        <w:instrText xml:space="preserve"> \</w:instrText>
      </w:r>
      <w:r w:rsidRPr="00846E41">
        <w:rPr>
          <w:rFonts w:ascii="IRBadr" w:hAnsi="IRBadr" w:cs="IRBadr"/>
          <w:sz w:val="28"/>
        </w:rPr>
        <w:instrText>o "</w:instrText>
      </w:r>
      <w:r w:rsidRPr="00846E41">
        <w:rPr>
          <w:rFonts w:ascii="IRBadr" w:hAnsi="IRBadr" w:cs="IRBadr"/>
          <w:sz w:val="28"/>
          <w:rtl/>
        </w:rPr>
        <w:instrText>1-4</w:instrText>
      </w:r>
      <w:r w:rsidRPr="00846E41">
        <w:rPr>
          <w:rFonts w:ascii="IRBadr" w:hAnsi="IRBadr" w:cs="IRBadr"/>
          <w:sz w:val="28"/>
        </w:rPr>
        <w:instrText>" \h \z \u</w:instrText>
      </w:r>
      <w:r w:rsidRPr="00846E41">
        <w:rPr>
          <w:rFonts w:ascii="IRBadr" w:hAnsi="IRBadr" w:cs="IRBadr"/>
          <w:sz w:val="28"/>
          <w:rtl/>
        </w:rPr>
        <w:instrText xml:space="preserve"> </w:instrText>
      </w:r>
      <w:r w:rsidRPr="00846E41">
        <w:rPr>
          <w:rFonts w:ascii="IRBadr" w:hAnsi="IRBadr" w:cs="IRBadr"/>
          <w:sz w:val="28"/>
          <w:rtl/>
        </w:rPr>
        <w:fldChar w:fldCharType="separate"/>
      </w:r>
      <w:hyperlink w:anchor="_Toc427655266" w:history="1">
        <w:r w:rsidRPr="00846E41">
          <w:rPr>
            <w:rStyle w:val="Hyperlink"/>
            <w:rFonts w:ascii="IRBadr" w:hAnsi="IRBadr" w:cs="IRBadr"/>
            <w:noProof/>
            <w:rtl/>
          </w:rPr>
          <w:t>حد محارب</w:t>
        </w:r>
        <w:r w:rsidRPr="00846E41">
          <w:rPr>
            <w:rFonts w:ascii="IRBadr" w:hAnsi="IRBadr" w:cs="IRBadr"/>
            <w:noProof/>
            <w:webHidden/>
          </w:rPr>
          <w:tab/>
        </w:r>
        <w:r w:rsidRPr="00846E4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846E41">
          <w:rPr>
            <w:rFonts w:ascii="IRBadr" w:hAnsi="IRBadr" w:cs="IRBadr"/>
            <w:noProof/>
            <w:webHidden/>
          </w:rPr>
          <w:instrText xml:space="preserve"> PAGEREF _Toc427655266 \h </w:instrText>
        </w:r>
        <w:r w:rsidRPr="00846E41">
          <w:rPr>
            <w:rStyle w:val="Hyperlink"/>
            <w:rFonts w:ascii="IRBadr" w:hAnsi="IRBadr" w:cs="IRBadr"/>
            <w:noProof/>
            <w:rtl/>
          </w:rPr>
        </w:r>
        <w:r w:rsidRPr="00846E4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846E41">
          <w:rPr>
            <w:rFonts w:ascii="IRBadr" w:hAnsi="IRBadr" w:cs="IRBadr"/>
            <w:noProof/>
            <w:webHidden/>
          </w:rPr>
          <w:t>1</w:t>
        </w:r>
        <w:r w:rsidRPr="00846E4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D5ECA" w:rsidRPr="00846E41" w:rsidRDefault="00DF2735" w:rsidP="00AD5ECA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267" w:history="1">
        <w:r w:rsidR="00AD5ECA" w:rsidRPr="00846E41">
          <w:rPr>
            <w:rStyle w:val="Hyperlink"/>
            <w:rFonts w:ascii="IRBadr" w:hAnsi="IRBadr" w:cs="IRBadr"/>
            <w:noProof/>
            <w:rtl/>
          </w:rPr>
          <w:t>مرور بحث گذشته</w:t>
        </w:r>
        <w:r w:rsidR="00AD5ECA" w:rsidRPr="00846E41">
          <w:rPr>
            <w:rFonts w:ascii="IRBadr" w:hAnsi="IRBadr" w:cs="IRBadr"/>
            <w:noProof/>
            <w:webHidden/>
          </w:rPr>
          <w:tab/>
        </w:r>
        <w:r w:rsidR="00AD5ECA" w:rsidRPr="00846E4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D5ECA" w:rsidRPr="00846E41">
          <w:rPr>
            <w:rFonts w:ascii="IRBadr" w:hAnsi="IRBadr" w:cs="IRBadr"/>
            <w:noProof/>
            <w:webHidden/>
          </w:rPr>
          <w:instrText xml:space="preserve"> PAGEREF _Toc427655267 \h </w:instrText>
        </w:r>
        <w:r w:rsidR="00AD5ECA" w:rsidRPr="00846E41">
          <w:rPr>
            <w:rStyle w:val="Hyperlink"/>
            <w:rFonts w:ascii="IRBadr" w:hAnsi="IRBadr" w:cs="IRBadr"/>
            <w:noProof/>
            <w:rtl/>
          </w:rPr>
        </w:r>
        <w:r w:rsidR="00AD5ECA" w:rsidRPr="00846E4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D5ECA" w:rsidRPr="00846E41">
          <w:rPr>
            <w:rFonts w:ascii="IRBadr" w:hAnsi="IRBadr" w:cs="IRBadr"/>
            <w:noProof/>
            <w:webHidden/>
          </w:rPr>
          <w:t>1</w:t>
        </w:r>
        <w:r w:rsidR="00AD5ECA" w:rsidRPr="00846E4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D5ECA" w:rsidRPr="00846E41" w:rsidRDefault="00DF2735" w:rsidP="00AD5ECA">
      <w:pPr>
        <w:pStyle w:val="TOC1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268" w:history="1">
        <w:r w:rsidR="00AD5ECA" w:rsidRPr="00846E41">
          <w:rPr>
            <w:rStyle w:val="Hyperlink"/>
            <w:rFonts w:ascii="IRBadr" w:hAnsi="IRBadr" w:cs="IRBadr"/>
            <w:noProof/>
            <w:rtl/>
          </w:rPr>
          <w:t>مؤید و مبعد احتمال دوم</w:t>
        </w:r>
        <w:r w:rsidR="00AD5ECA" w:rsidRPr="00846E41">
          <w:rPr>
            <w:rFonts w:ascii="IRBadr" w:hAnsi="IRBadr" w:cs="IRBadr"/>
            <w:noProof/>
            <w:webHidden/>
          </w:rPr>
          <w:tab/>
        </w:r>
        <w:r w:rsidR="00AD5ECA" w:rsidRPr="00846E4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D5ECA" w:rsidRPr="00846E41">
          <w:rPr>
            <w:rFonts w:ascii="IRBadr" w:hAnsi="IRBadr" w:cs="IRBadr"/>
            <w:noProof/>
            <w:webHidden/>
          </w:rPr>
          <w:instrText xml:space="preserve"> PAGEREF _Toc427655268 \h </w:instrText>
        </w:r>
        <w:r w:rsidR="00AD5ECA" w:rsidRPr="00846E41">
          <w:rPr>
            <w:rStyle w:val="Hyperlink"/>
            <w:rFonts w:ascii="IRBadr" w:hAnsi="IRBadr" w:cs="IRBadr"/>
            <w:noProof/>
            <w:rtl/>
          </w:rPr>
        </w:r>
        <w:r w:rsidR="00AD5ECA" w:rsidRPr="00846E4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D5ECA" w:rsidRPr="00846E41">
          <w:rPr>
            <w:rFonts w:ascii="IRBadr" w:hAnsi="IRBadr" w:cs="IRBadr"/>
            <w:noProof/>
            <w:webHidden/>
          </w:rPr>
          <w:t>2</w:t>
        </w:r>
        <w:r w:rsidR="00AD5ECA" w:rsidRPr="00846E4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D5ECA" w:rsidRPr="00846E41" w:rsidRDefault="00DF2735" w:rsidP="00AD5ECA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269" w:history="1">
        <w:r w:rsidR="00AD5ECA" w:rsidRPr="00846E41">
          <w:rPr>
            <w:rStyle w:val="Hyperlink"/>
            <w:rFonts w:ascii="IRBadr" w:hAnsi="IRBadr" w:cs="IRBadr"/>
            <w:noProof/>
            <w:rtl/>
          </w:rPr>
          <w:t>پاسخ به مناقشه دیگر</w:t>
        </w:r>
        <w:r w:rsidR="00AD5ECA" w:rsidRPr="00846E41">
          <w:rPr>
            <w:rFonts w:ascii="IRBadr" w:hAnsi="IRBadr" w:cs="IRBadr"/>
            <w:noProof/>
            <w:webHidden/>
          </w:rPr>
          <w:tab/>
        </w:r>
        <w:r w:rsidR="00AD5ECA" w:rsidRPr="00846E4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D5ECA" w:rsidRPr="00846E41">
          <w:rPr>
            <w:rFonts w:ascii="IRBadr" w:hAnsi="IRBadr" w:cs="IRBadr"/>
            <w:noProof/>
            <w:webHidden/>
          </w:rPr>
          <w:instrText xml:space="preserve"> PAGEREF _Toc427655269 \h </w:instrText>
        </w:r>
        <w:r w:rsidR="00AD5ECA" w:rsidRPr="00846E41">
          <w:rPr>
            <w:rStyle w:val="Hyperlink"/>
            <w:rFonts w:ascii="IRBadr" w:hAnsi="IRBadr" w:cs="IRBadr"/>
            <w:noProof/>
            <w:rtl/>
          </w:rPr>
        </w:r>
        <w:r w:rsidR="00AD5ECA" w:rsidRPr="00846E4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D5ECA" w:rsidRPr="00846E41">
          <w:rPr>
            <w:rFonts w:ascii="IRBadr" w:hAnsi="IRBadr" w:cs="IRBadr"/>
            <w:noProof/>
            <w:webHidden/>
          </w:rPr>
          <w:t>2</w:t>
        </w:r>
        <w:r w:rsidR="00AD5ECA" w:rsidRPr="00846E4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D5ECA" w:rsidRPr="00846E41" w:rsidRDefault="00DF2735" w:rsidP="00AD5ECA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270" w:history="1">
        <w:r w:rsidR="00AD5ECA" w:rsidRPr="00846E41">
          <w:rPr>
            <w:rStyle w:val="Hyperlink"/>
            <w:rFonts w:ascii="IRBadr" w:hAnsi="IRBadr" w:cs="IRBadr"/>
            <w:noProof/>
            <w:rtl/>
          </w:rPr>
          <w:t>تقویت احتمال محاربه</w:t>
        </w:r>
        <w:r w:rsidR="00AD5ECA" w:rsidRPr="00846E41">
          <w:rPr>
            <w:rFonts w:ascii="IRBadr" w:hAnsi="IRBadr" w:cs="IRBadr"/>
            <w:noProof/>
            <w:webHidden/>
          </w:rPr>
          <w:tab/>
        </w:r>
        <w:r w:rsidR="00AD5ECA" w:rsidRPr="00846E4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D5ECA" w:rsidRPr="00846E41">
          <w:rPr>
            <w:rFonts w:ascii="IRBadr" w:hAnsi="IRBadr" w:cs="IRBadr"/>
            <w:noProof/>
            <w:webHidden/>
          </w:rPr>
          <w:instrText xml:space="preserve"> PAGEREF _Toc427655270 \h </w:instrText>
        </w:r>
        <w:r w:rsidR="00AD5ECA" w:rsidRPr="00846E41">
          <w:rPr>
            <w:rStyle w:val="Hyperlink"/>
            <w:rFonts w:ascii="IRBadr" w:hAnsi="IRBadr" w:cs="IRBadr"/>
            <w:noProof/>
            <w:rtl/>
          </w:rPr>
        </w:r>
        <w:r w:rsidR="00AD5ECA" w:rsidRPr="00846E4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D5ECA" w:rsidRPr="00846E41">
          <w:rPr>
            <w:rFonts w:ascii="IRBadr" w:hAnsi="IRBadr" w:cs="IRBadr"/>
            <w:noProof/>
            <w:webHidden/>
          </w:rPr>
          <w:t>3</w:t>
        </w:r>
        <w:r w:rsidR="00AD5ECA" w:rsidRPr="00846E4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D5ECA" w:rsidRPr="00846E41" w:rsidRDefault="00DF2735" w:rsidP="00AD5ECA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271" w:history="1">
        <w:r w:rsidR="00AD5ECA" w:rsidRPr="00846E41">
          <w:rPr>
            <w:rStyle w:val="Hyperlink"/>
            <w:rFonts w:ascii="IRBadr" w:hAnsi="IRBadr" w:cs="IRBadr"/>
            <w:noProof/>
            <w:rtl/>
          </w:rPr>
          <w:t>روایت اول</w:t>
        </w:r>
        <w:r w:rsidR="00AD5ECA" w:rsidRPr="00846E41">
          <w:rPr>
            <w:rFonts w:ascii="IRBadr" w:hAnsi="IRBadr" w:cs="IRBadr"/>
            <w:noProof/>
            <w:webHidden/>
          </w:rPr>
          <w:tab/>
        </w:r>
        <w:r w:rsidR="00AD5ECA" w:rsidRPr="00846E4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D5ECA" w:rsidRPr="00846E41">
          <w:rPr>
            <w:rFonts w:ascii="IRBadr" w:hAnsi="IRBadr" w:cs="IRBadr"/>
            <w:noProof/>
            <w:webHidden/>
          </w:rPr>
          <w:instrText xml:space="preserve"> PAGEREF _Toc427655271 \h </w:instrText>
        </w:r>
        <w:r w:rsidR="00AD5ECA" w:rsidRPr="00846E41">
          <w:rPr>
            <w:rStyle w:val="Hyperlink"/>
            <w:rFonts w:ascii="IRBadr" w:hAnsi="IRBadr" w:cs="IRBadr"/>
            <w:noProof/>
            <w:rtl/>
          </w:rPr>
        </w:r>
        <w:r w:rsidR="00AD5ECA" w:rsidRPr="00846E4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D5ECA" w:rsidRPr="00846E41">
          <w:rPr>
            <w:rFonts w:ascii="IRBadr" w:hAnsi="IRBadr" w:cs="IRBadr"/>
            <w:noProof/>
            <w:webHidden/>
          </w:rPr>
          <w:t>3</w:t>
        </w:r>
        <w:r w:rsidR="00AD5ECA" w:rsidRPr="00846E4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D5ECA" w:rsidRPr="00846E41" w:rsidRDefault="00DF2735" w:rsidP="00AD5ECA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272" w:history="1">
        <w:r w:rsidR="00AD5ECA" w:rsidRPr="00846E41">
          <w:rPr>
            <w:rStyle w:val="Hyperlink"/>
            <w:rFonts w:ascii="IRBadr" w:hAnsi="IRBadr" w:cs="IRBadr"/>
            <w:noProof/>
            <w:rtl/>
          </w:rPr>
          <w:t>پاسخ از روایت فوق</w:t>
        </w:r>
        <w:r w:rsidR="00AD5ECA" w:rsidRPr="00846E41">
          <w:rPr>
            <w:rFonts w:ascii="IRBadr" w:hAnsi="IRBadr" w:cs="IRBadr"/>
            <w:noProof/>
            <w:webHidden/>
          </w:rPr>
          <w:tab/>
        </w:r>
        <w:r w:rsidR="00AD5ECA" w:rsidRPr="00846E4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D5ECA" w:rsidRPr="00846E41">
          <w:rPr>
            <w:rFonts w:ascii="IRBadr" w:hAnsi="IRBadr" w:cs="IRBadr"/>
            <w:noProof/>
            <w:webHidden/>
          </w:rPr>
          <w:instrText xml:space="preserve"> PAGEREF _Toc427655272 \h </w:instrText>
        </w:r>
        <w:r w:rsidR="00AD5ECA" w:rsidRPr="00846E41">
          <w:rPr>
            <w:rStyle w:val="Hyperlink"/>
            <w:rFonts w:ascii="IRBadr" w:hAnsi="IRBadr" w:cs="IRBadr"/>
            <w:noProof/>
            <w:rtl/>
          </w:rPr>
        </w:r>
        <w:r w:rsidR="00AD5ECA" w:rsidRPr="00846E4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D5ECA" w:rsidRPr="00846E41">
          <w:rPr>
            <w:rFonts w:ascii="IRBadr" w:hAnsi="IRBadr" w:cs="IRBadr"/>
            <w:noProof/>
            <w:webHidden/>
          </w:rPr>
          <w:t>3</w:t>
        </w:r>
        <w:r w:rsidR="00AD5ECA" w:rsidRPr="00846E4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D5ECA" w:rsidRPr="00846E41" w:rsidRDefault="00DF2735" w:rsidP="00AD5ECA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273" w:history="1">
        <w:r w:rsidR="00AD5ECA" w:rsidRPr="00846E41">
          <w:rPr>
            <w:rStyle w:val="Hyperlink"/>
            <w:rFonts w:ascii="IRBadr" w:hAnsi="IRBadr" w:cs="IRBadr"/>
            <w:noProof/>
            <w:rtl/>
          </w:rPr>
          <w:t>وجه چهارم استبعاد</w:t>
        </w:r>
        <w:r w:rsidR="00AD5ECA" w:rsidRPr="00846E41">
          <w:rPr>
            <w:rFonts w:ascii="IRBadr" w:hAnsi="IRBadr" w:cs="IRBadr"/>
            <w:noProof/>
            <w:webHidden/>
          </w:rPr>
          <w:tab/>
        </w:r>
        <w:r w:rsidR="00AD5ECA" w:rsidRPr="00846E4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D5ECA" w:rsidRPr="00846E41">
          <w:rPr>
            <w:rFonts w:ascii="IRBadr" w:hAnsi="IRBadr" w:cs="IRBadr"/>
            <w:noProof/>
            <w:webHidden/>
          </w:rPr>
          <w:instrText xml:space="preserve"> PAGEREF _Toc427655273 \h </w:instrText>
        </w:r>
        <w:r w:rsidR="00AD5ECA" w:rsidRPr="00846E41">
          <w:rPr>
            <w:rStyle w:val="Hyperlink"/>
            <w:rFonts w:ascii="IRBadr" w:hAnsi="IRBadr" w:cs="IRBadr"/>
            <w:noProof/>
            <w:rtl/>
          </w:rPr>
        </w:r>
        <w:r w:rsidR="00AD5ECA" w:rsidRPr="00846E4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D5ECA" w:rsidRPr="00846E41">
          <w:rPr>
            <w:rFonts w:ascii="IRBadr" w:hAnsi="IRBadr" w:cs="IRBadr"/>
            <w:noProof/>
            <w:webHidden/>
          </w:rPr>
          <w:t>4</w:t>
        </w:r>
        <w:r w:rsidR="00AD5ECA" w:rsidRPr="00846E4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D5ECA" w:rsidRPr="00846E41" w:rsidRDefault="00DF2735" w:rsidP="00AD5ECA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274" w:history="1">
        <w:r w:rsidR="00AD5ECA" w:rsidRPr="00846E41">
          <w:rPr>
            <w:rStyle w:val="Hyperlink"/>
            <w:rFonts w:ascii="IRBadr" w:hAnsi="IRBadr" w:cs="IRBadr"/>
            <w:noProof/>
            <w:rtl/>
          </w:rPr>
          <w:t>مناقشه در استدلال فوق</w:t>
        </w:r>
        <w:r w:rsidR="00AD5ECA" w:rsidRPr="00846E41">
          <w:rPr>
            <w:rFonts w:ascii="IRBadr" w:hAnsi="IRBadr" w:cs="IRBadr"/>
            <w:noProof/>
            <w:webHidden/>
          </w:rPr>
          <w:tab/>
        </w:r>
        <w:r w:rsidR="00AD5ECA" w:rsidRPr="00846E4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D5ECA" w:rsidRPr="00846E41">
          <w:rPr>
            <w:rFonts w:ascii="IRBadr" w:hAnsi="IRBadr" w:cs="IRBadr"/>
            <w:noProof/>
            <w:webHidden/>
          </w:rPr>
          <w:instrText xml:space="preserve"> PAGEREF _Toc427655274 \h </w:instrText>
        </w:r>
        <w:r w:rsidR="00AD5ECA" w:rsidRPr="00846E41">
          <w:rPr>
            <w:rStyle w:val="Hyperlink"/>
            <w:rFonts w:ascii="IRBadr" w:hAnsi="IRBadr" w:cs="IRBadr"/>
            <w:noProof/>
            <w:rtl/>
          </w:rPr>
        </w:r>
        <w:r w:rsidR="00AD5ECA" w:rsidRPr="00846E4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D5ECA" w:rsidRPr="00846E41">
          <w:rPr>
            <w:rFonts w:ascii="IRBadr" w:hAnsi="IRBadr" w:cs="IRBadr"/>
            <w:noProof/>
            <w:webHidden/>
          </w:rPr>
          <w:t>4</w:t>
        </w:r>
        <w:r w:rsidR="00AD5ECA" w:rsidRPr="00846E4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D5ECA" w:rsidRPr="00846E41" w:rsidRDefault="00DF2735" w:rsidP="00AD5ECA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275" w:history="1">
        <w:r w:rsidR="00AD5ECA" w:rsidRPr="00846E41">
          <w:rPr>
            <w:rStyle w:val="Hyperlink"/>
            <w:rFonts w:ascii="IRBadr" w:hAnsi="IRBadr" w:cs="IRBadr"/>
            <w:noProof/>
            <w:rtl/>
          </w:rPr>
          <w:t>قاعده درع در این مقام</w:t>
        </w:r>
        <w:r w:rsidR="00AD5ECA" w:rsidRPr="00846E41">
          <w:rPr>
            <w:rFonts w:ascii="IRBadr" w:hAnsi="IRBadr" w:cs="IRBadr"/>
            <w:noProof/>
            <w:webHidden/>
          </w:rPr>
          <w:tab/>
        </w:r>
        <w:r w:rsidR="00AD5ECA" w:rsidRPr="00846E4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D5ECA" w:rsidRPr="00846E41">
          <w:rPr>
            <w:rFonts w:ascii="IRBadr" w:hAnsi="IRBadr" w:cs="IRBadr"/>
            <w:noProof/>
            <w:webHidden/>
          </w:rPr>
          <w:instrText xml:space="preserve"> PAGEREF _Toc427655275 \h </w:instrText>
        </w:r>
        <w:r w:rsidR="00AD5ECA" w:rsidRPr="00846E41">
          <w:rPr>
            <w:rStyle w:val="Hyperlink"/>
            <w:rFonts w:ascii="IRBadr" w:hAnsi="IRBadr" w:cs="IRBadr"/>
            <w:noProof/>
            <w:rtl/>
          </w:rPr>
        </w:r>
        <w:r w:rsidR="00AD5ECA" w:rsidRPr="00846E4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D5ECA" w:rsidRPr="00846E41">
          <w:rPr>
            <w:rFonts w:ascii="IRBadr" w:hAnsi="IRBadr" w:cs="IRBadr"/>
            <w:noProof/>
            <w:webHidden/>
          </w:rPr>
          <w:t>4</w:t>
        </w:r>
        <w:r w:rsidR="00AD5ECA" w:rsidRPr="00846E4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D5ECA" w:rsidRPr="00846E41" w:rsidRDefault="00DF2735" w:rsidP="00AD5ECA">
      <w:pPr>
        <w:pStyle w:val="TOC2"/>
        <w:tabs>
          <w:tab w:val="right" w:leader="dot" w:pos="9350"/>
        </w:tabs>
        <w:rPr>
          <w:rFonts w:ascii="IRBadr" w:hAnsi="IRBadr" w:cs="IRBadr"/>
          <w:noProof/>
          <w:szCs w:val="22"/>
        </w:rPr>
      </w:pPr>
      <w:hyperlink w:anchor="_Toc427655276" w:history="1">
        <w:r w:rsidR="00846E41">
          <w:rPr>
            <w:rStyle w:val="Hyperlink"/>
            <w:rFonts w:ascii="IRBadr" w:hAnsi="IRBadr" w:cs="IRBadr"/>
            <w:noProof/>
            <w:rtl/>
          </w:rPr>
          <w:t>نتیجه‌گیری</w:t>
        </w:r>
        <w:r w:rsidR="00AD5ECA" w:rsidRPr="00846E41">
          <w:rPr>
            <w:rFonts w:ascii="IRBadr" w:hAnsi="IRBadr" w:cs="IRBadr"/>
            <w:noProof/>
            <w:webHidden/>
          </w:rPr>
          <w:tab/>
        </w:r>
        <w:r w:rsidR="00AD5ECA" w:rsidRPr="00846E41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D5ECA" w:rsidRPr="00846E41">
          <w:rPr>
            <w:rFonts w:ascii="IRBadr" w:hAnsi="IRBadr" w:cs="IRBadr"/>
            <w:noProof/>
            <w:webHidden/>
          </w:rPr>
          <w:instrText xml:space="preserve"> PAGEREF _Toc427655276 \h </w:instrText>
        </w:r>
        <w:r w:rsidR="00AD5ECA" w:rsidRPr="00846E41">
          <w:rPr>
            <w:rStyle w:val="Hyperlink"/>
            <w:rFonts w:ascii="IRBadr" w:hAnsi="IRBadr" w:cs="IRBadr"/>
            <w:noProof/>
            <w:rtl/>
          </w:rPr>
        </w:r>
        <w:r w:rsidR="00AD5ECA" w:rsidRPr="00846E41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D5ECA" w:rsidRPr="00846E41">
          <w:rPr>
            <w:rFonts w:ascii="IRBadr" w:hAnsi="IRBadr" w:cs="IRBadr"/>
            <w:noProof/>
            <w:webHidden/>
          </w:rPr>
          <w:t>4</w:t>
        </w:r>
        <w:r w:rsidR="00AD5ECA" w:rsidRPr="00846E41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D5ECA" w:rsidRPr="00846E41" w:rsidRDefault="00AD5ECA" w:rsidP="00AD5EC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46E41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846E41" w:rsidRDefault="00846E41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1" w:name="_Toc427655266"/>
      <w:r>
        <w:rPr>
          <w:rFonts w:ascii="IRBadr" w:hAnsi="IRBadr" w:cs="IRBadr"/>
          <w:rtl/>
        </w:rPr>
        <w:br w:type="page"/>
      </w:r>
    </w:p>
    <w:p w:rsidR="00882483" w:rsidRPr="00846E41" w:rsidRDefault="00882483" w:rsidP="00882483">
      <w:pPr>
        <w:pStyle w:val="Heading1"/>
        <w:rPr>
          <w:rFonts w:ascii="IRBadr" w:hAnsi="IRBadr" w:cs="IRBadr"/>
          <w:rtl/>
        </w:rPr>
      </w:pPr>
      <w:r w:rsidRPr="00846E41">
        <w:rPr>
          <w:rFonts w:ascii="IRBadr" w:hAnsi="IRBadr" w:cs="IRBadr"/>
          <w:rtl/>
        </w:rPr>
        <w:lastRenderedPageBreak/>
        <w:t>حد محارب</w:t>
      </w:r>
      <w:bookmarkEnd w:id="1"/>
    </w:p>
    <w:p w:rsidR="00882483" w:rsidRPr="00846E41" w:rsidRDefault="00882483" w:rsidP="00882483">
      <w:pPr>
        <w:pStyle w:val="Heading1"/>
        <w:rPr>
          <w:rFonts w:ascii="IRBadr" w:hAnsi="IRBadr" w:cs="IRBadr"/>
          <w:rtl/>
        </w:rPr>
      </w:pPr>
      <w:bookmarkStart w:id="2" w:name="_Toc427655267"/>
      <w:r w:rsidRPr="00846E41">
        <w:rPr>
          <w:rFonts w:ascii="IRBadr" w:hAnsi="IRBadr" w:cs="IRBadr"/>
          <w:rtl/>
        </w:rPr>
        <w:t>مرور بحث گذشته</w:t>
      </w:r>
      <w:bookmarkEnd w:id="2"/>
    </w:p>
    <w:p w:rsidR="00882483" w:rsidRPr="00846E41" w:rsidRDefault="00882483" w:rsidP="008824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46E41">
        <w:rPr>
          <w:rFonts w:ascii="IRBadr" w:hAnsi="IRBadr" w:cs="IRBadr"/>
          <w:sz w:val="28"/>
          <w:szCs w:val="28"/>
          <w:rtl/>
          <w:lang w:bidi="fa-IR"/>
        </w:rPr>
        <w:t>گفته شد اصل در بحث موجود آیه شریفه سوره مائده است،</w:t>
      </w:r>
      <w:r w:rsidR="00306CEA" w:rsidRPr="00846E41">
        <w:rPr>
          <w:rFonts w:ascii="IRBadr" w:hAnsi="IRBadr" w:cs="IRBadr"/>
          <w:sz w:val="28"/>
          <w:szCs w:val="28"/>
          <w:rtl/>
          <w:lang w:bidi="fa-IR"/>
        </w:rPr>
        <w:t xml:space="preserve"> مفردات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آیه مورد بررسی قرار گرفت،</w:t>
      </w:r>
      <w:r w:rsidR="00306CEA" w:rsidRPr="00846E41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قبال </w:t>
      </w:r>
      <w:r w:rsidR="00846E41">
        <w:rPr>
          <w:rFonts w:ascii="IRBadr" w:hAnsi="IRBadr" w:cs="IRBadr"/>
          <w:sz w:val="28"/>
          <w:szCs w:val="28"/>
          <w:rtl/>
          <w:lang w:bidi="fa-IR"/>
        </w:rPr>
        <w:t>رابطه‌ای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که این دو مفهوم </w:t>
      </w:r>
      <w:r w:rsidR="00306CEA" w:rsidRPr="00846E41">
        <w:rPr>
          <w:rFonts w:ascii="IRBadr" w:hAnsi="IRBadr" w:cs="IRBadr"/>
          <w:sz w:val="28"/>
          <w:szCs w:val="28"/>
          <w:rtl/>
          <w:lang w:bidi="fa-IR"/>
        </w:rPr>
        <w:t>می‌توانند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داشته باشند مطالبی بیان شد و </w:t>
      </w:r>
      <w:r w:rsidR="00846E41">
        <w:rPr>
          <w:rFonts w:ascii="IRBadr" w:hAnsi="IRBadr" w:cs="IRBadr"/>
          <w:sz w:val="28"/>
          <w:szCs w:val="28"/>
          <w:rtl/>
          <w:lang w:bidi="fa-IR"/>
        </w:rPr>
        <w:t>درنهایت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این نتیجه حاصل شد که </w:t>
      </w:r>
      <w:r w:rsidR="00846E41">
        <w:rPr>
          <w:rFonts w:ascii="IRBadr" w:hAnsi="IRBadr" w:cs="IRBadr"/>
          <w:sz w:val="28"/>
          <w:szCs w:val="28"/>
          <w:rtl/>
          <w:lang w:bidi="fa-IR"/>
        </w:rPr>
        <w:t>رابطه این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دو عموم و خصوص مطلق است.</w:t>
      </w:r>
    </w:p>
    <w:p w:rsidR="00882483" w:rsidRPr="00846E41" w:rsidRDefault="00882483" w:rsidP="008824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در قبال موضوعیت فساد و محارب اقوالی وجود داشت که </w:t>
      </w:r>
      <w:r w:rsidR="00846E41">
        <w:rPr>
          <w:rFonts w:ascii="IRBadr" w:hAnsi="IRBadr" w:cs="IRBadr"/>
          <w:sz w:val="28"/>
          <w:szCs w:val="28"/>
          <w:rtl/>
          <w:lang w:bidi="fa-IR"/>
        </w:rPr>
        <w:t>درنهایت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قول به موضوعیت فساد تقویت شد و به مناقشاتی که در این زمینه مطرح شده بود،</w:t>
      </w:r>
      <w:r w:rsidR="00306CEA" w:rsidRPr="00846E41">
        <w:rPr>
          <w:rFonts w:ascii="IRBadr" w:hAnsi="IRBadr" w:cs="IRBadr"/>
          <w:sz w:val="28"/>
          <w:szCs w:val="28"/>
          <w:rtl/>
          <w:lang w:bidi="fa-IR"/>
        </w:rPr>
        <w:t xml:space="preserve"> پاسخ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داده شد.</w:t>
      </w:r>
    </w:p>
    <w:p w:rsidR="00882483" w:rsidRPr="00846E41" w:rsidRDefault="00882483" w:rsidP="00882483">
      <w:pPr>
        <w:pStyle w:val="Heading1"/>
        <w:rPr>
          <w:rFonts w:ascii="IRBadr" w:hAnsi="IRBadr" w:cs="IRBadr"/>
          <w:rtl/>
        </w:rPr>
      </w:pPr>
      <w:bookmarkStart w:id="3" w:name="_Toc427655268"/>
      <w:r w:rsidRPr="00846E41">
        <w:rPr>
          <w:rFonts w:ascii="IRBadr" w:hAnsi="IRBadr" w:cs="IRBadr"/>
          <w:rtl/>
        </w:rPr>
        <w:t>مؤید و مبعد احتمال دوم</w:t>
      </w:r>
      <w:bookmarkEnd w:id="3"/>
    </w:p>
    <w:p w:rsidR="00882483" w:rsidRPr="00846E41" w:rsidRDefault="00882483" w:rsidP="008824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46E41">
        <w:rPr>
          <w:rFonts w:ascii="IRBadr" w:hAnsi="IRBadr" w:cs="IRBadr"/>
          <w:sz w:val="28"/>
          <w:szCs w:val="28"/>
          <w:rtl/>
          <w:lang w:bidi="fa-IR"/>
        </w:rPr>
        <w:t>احتمال دوم دو مؤید داشت؛</w:t>
      </w:r>
      <w:r w:rsidR="00306CEA" w:rsidRPr="00846E41">
        <w:rPr>
          <w:rFonts w:ascii="IRBadr" w:hAnsi="IRBadr" w:cs="IRBadr"/>
          <w:sz w:val="28"/>
          <w:szCs w:val="28"/>
          <w:rtl/>
          <w:lang w:bidi="fa-IR"/>
        </w:rPr>
        <w:t xml:space="preserve"> یکی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اینکه از </w:t>
      </w:r>
      <w:r w:rsidR="00306CEA" w:rsidRPr="00846E41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آیه سابق این آیه است که در آن فساد در زمین </w:t>
      </w:r>
      <w:r w:rsidR="00846E41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مجوزی برای قتل برشمرده شده است،</w:t>
      </w:r>
      <w:r w:rsidR="00306CEA" w:rsidRPr="00846E41">
        <w:rPr>
          <w:rFonts w:ascii="IRBadr" w:hAnsi="IRBadr" w:cs="IRBadr"/>
          <w:sz w:val="28"/>
          <w:szCs w:val="28"/>
          <w:rtl/>
          <w:lang w:bidi="fa-IR"/>
        </w:rPr>
        <w:t xml:space="preserve"> مؤید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دوم نیز این بود که در مواردی که رابطه دو مفهوم عموم و خصوص مطلق است،</w:t>
      </w:r>
      <w:r w:rsidR="00306CEA" w:rsidRPr="00846E41">
        <w:rPr>
          <w:rFonts w:ascii="IRBadr" w:hAnsi="IRBadr" w:cs="IRBadr"/>
          <w:sz w:val="28"/>
          <w:szCs w:val="28"/>
          <w:rtl/>
          <w:lang w:bidi="fa-IR"/>
        </w:rPr>
        <w:t xml:space="preserve"> محوریت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از آن امر مطلق است که در اینجا همان فساد در زمین است.</w:t>
      </w:r>
    </w:p>
    <w:p w:rsidR="00882483" w:rsidRPr="00846E41" w:rsidRDefault="00882483" w:rsidP="008824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مبعداتی نیز در این باب مطرح شد که </w:t>
      </w:r>
      <w:r w:rsidR="00846E41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06CEA" w:rsidRPr="00846E41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اشکال آقای تبریزی به این احتمال بود،</w:t>
      </w:r>
      <w:r w:rsidR="00306CEA" w:rsidRPr="00846E41">
        <w:rPr>
          <w:rFonts w:ascii="IRBadr" w:hAnsi="IRBadr" w:cs="IRBadr"/>
          <w:sz w:val="28"/>
          <w:szCs w:val="28"/>
          <w:rtl/>
          <w:lang w:bidi="fa-IR"/>
        </w:rPr>
        <w:t xml:space="preserve"> با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این توضیح که اگر مراد فساد در زمین با اطلاق </w:t>
      </w:r>
      <w:r w:rsidR="00846E41">
        <w:rPr>
          <w:rFonts w:ascii="IRBadr" w:hAnsi="IRBadr" w:cs="IRBadr"/>
          <w:sz w:val="28"/>
          <w:szCs w:val="28"/>
          <w:rtl/>
          <w:lang w:bidi="fa-IR"/>
        </w:rPr>
        <w:t>مدنظر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باشد،</w:t>
      </w:r>
      <w:r w:rsidR="00306CEA" w:rsidRPr="00846E41">
        <w:rPr>
          <w:rFonts w:ascii="IRBadr" w:hAnsi="IRBadr" w:cs="IRBadr"/>
          <w:sz w:val="28"/>
          <w:szCs w:val="28"/>
          <w:rtl/>
          <w:lang w:bidi="fa-IR"/>
        </w:rPr>
        <w:t xml:space="preserve"> محظوری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جهت عمل به این اطلاق وجود خواهد داشت و آن،</w:t>
      </w:r>
      <w:r w:rsidR="00306CEA" w:rsidRPr="00846E41">
        <w:rPr>
          <w:rFonts w:ascii="IRBadr" w:hAnsi="IRBadr" w:cs="IRBadr"/>
          <w:sz w:val="28"/>
          <w:szCs w:val="28"/>
          <w:rtl/>
          <w:lang w:bidi="fa-IR"/>
        </w:rPr>
        <w:t xml:space="preserve"> همان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عمومیت معنای فساد در بین افراد بشر است </w:t>
      </w:r>
      <w:r w:rsidR="00846E41">
        <w:rPr>
          <w:rFonts w:ascii="IRBadr" w:hAnsi="IRBadr" w:cs="IRBadr"/>
          <w:sz w:val="28"/>
          <w:szCs w:val="28"/>
          <w:rtl/>
          <w:lang w:bidi="fa-IR"/>
        </w:rPr>
        <w:t>به‌نوعی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که هر عصیانی فساد به حساب </w:t>
      </w:r>
      <w:r w:rsidR="00306CEA" w:rsidRPr="00846E41">
        <w:rPr>
          <w:rFonts w:ascii="IRBadr" w:hAnsi="IRBadr" w:cs="IRBadr"/>
          <w:sz w:val="28"/>
          <w:szCs w:val="28"/>
          <w:rtl/>
          <w:lang w:bidi="fa-IR"/>
        </w:rPr>
        <w:t>می‌آید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لذا لازم است که معمول افراد مشمول این حکم شوند. اما از این احتمال </w:t>
      </w:r>
      <w:r w:rsidR="00846E41">
        <w:rPr>
          <w:rFonts w:ascii="IRBadr" w:hAnsi="IRBadr" w:cs="IRBadr"/>
          <w:sz w:val="28"/>
          <w:szCs w:val="28"/>
          <w:rtl/>
          <w:lang w:bidi="fa-IR"/>
        </w:rPr>
        <w:t>به‌واسطه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تبیین صحیح معنای افساد که همان دربر گیری موارد اختلال نظام بود پاسخ داده شد.</w:t>
      </w:r>
    </w:p>
    <w:p w:rsidR="00882483" w:rsidRPr="00846E41" w:rsidRDefault="00882483" w:rsidP="008824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مبعدات دیگری نیز مطرح گشت که به </w:t>
      </w:r>
      <w:r w:rsidR="00306CEA" w:rsidRPr="00846E41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پاسخ داده شد.</w:t>
      </w:r>
    </w:p>
    <w:p w:rsidR="00882483" w:rsidRPr="00846E41" w:rsidRDefault="00882483" w:rsidP="00882483">
      <w:pPr>
        <w:pStyle w:val="Heading2"/>
        <w:rPr>
          <w:rFonts w:ascii="IRBadr" w:hAnsi="IRBadr" w:cs="IRBadr"/>
          <w:rtl/>
        </w:rPr>
      </w:pPr>
      <w:bookmarkStart w:id="4" w:name="_Toc427655269"/>
      <w:r w:rsidRPr="00846E41">
        <w:rPr>
          <w:rFonts w:ascii="IRBadr" w:hAnsi="IRBadr" w:cs="IRBadr"/>
          <w:rtl/>
        </w:rPr>
        <w:t>پاسخ به مناقشه دیگر</w:t>
      </w:r>
      <w:bookmarkEnd w:id="4"/>
    </w:p>
    <w:p w:rsidR="00882483" w:rsidRPr="00846E41" w:rsidRDefault="00846E41" w:rsidP="008824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مناقشه‌ای</w:t>
      </w:r>
      <w:r w:rsidR="00882483" w:rsidRPr="00846E41">
        <w:rPr>
          <w:rFonts w:ascii="IRBadr" w:hAnsi="IRBadr" w:cs="IRBadr"/>
          <w:sz w:val="28"/>
          <w:szCs w:val="28"/>
          <w:rtl/>
          <w:lang w:bidi="fa-IR"/>
        </w:rPr>
        <w:t xml:space="preserve"> در جلسه سابق مطرح شد که طبق آنچه ادعا شد لازم است گفته شود کسانی که با نبی خدا (ص) جنگیدند،</w:t>
      </w:r>
      <w:r w:rsidR="00306CEA" w:rsidRPr="00846E41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="00882483" w:rsidRPr="00846E41">
        <w:rPr>
          <w:rFonts w:ascii="IRBadr" w:hAnsi="IRBadr" w:cs="IRBadr"/>
          <w:sz w:val="28"/>
          <w:szCs w:val="28"/>
          <w:rtl/>
          <w:lang w:bidi="fa-IR"/>
        </w:rPr>
        <w:t xml:space="preserve"> مشمول احکام آیه شریفه شوند،</w:t>
      </w:r>
      <w:r w:rsidR="00306CEA" w:rsidRPr="00846E41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="00882483" w:rsidRPr="00846E41">
        <w:rPr>
          <w:rFonts w:ascii="IRBadr" w:hAnsi="IRBadr" w:cs="IRBadr"/>
          <w:sz w:val="28"/>
          <w:szCs w:val="28"/>
          <w:rtl/>
          <w:lang w:bidi="fa-IR"/>
        </w:rPr>
        <w:t xml:space="preserve"> در حالی است که تاریخ بدین مضمون نقلی نداشته است.</w:t>
      </w:r>
    </w:p>
    <w:p w:rsidR="00882483" w:rsidRPr="00846E41" w:rsidRDefault="00882483" w:rsidP="008824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46E41">
        <w:rPr>
          <w:rFonts w:ascii="IRBadr" w:hAnsi="IRBadr" w:cs="IRBadr"/>
          <w:sz w:val="28"/>
          <w:szCs w:val="28"/>
          <w:rtl/>
          <w:lang w:bidi="fa-IR"/>
        </w:rPr>
        <w:t>اما پاسخ از این اشکال به آیه دیگری است که در آن فرموده شده؛</w:t>
      </w:r>
    </w:p>
    <w:p w:rsidR="00882483" w:rsidRPr="00846E41" w:rsidRDefault="00882483" w:rsidP="00882483">
      <w:pPr>
        <w:bidi/>
        <w:jc w:val="both"/>
        <w:rPr>
          <w:rFonts w:ascii="IRBadr" w:hAnsi="IRBadr" w:cs="IRBadr"/>
          <w:b/>
          <w:bCs/>
          <w:sz w:val="28"/>
          <w:szCs w:val="28"/>
          <w:lang w:bidi="fa-IR"/>
        </w:rPr>
      </w:pPr>
      <w:r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lastRenderedPageBreak/>
        <w:t>«فَإِذا لَقِ</w:t>
      </w:r>
      <w:r w:rsidR="00306CEA"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تُمُ الَّذِ</w:t>
      </w:r>
      <w:r w:rsidR="00306CEA"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نَ </w:t>
      </w:r>
      <w:r w:rsidR="00306CEA"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فَرُوا فَضَرْبَ الرِّقابِ حَتَّ</w:t>
      </w:r>
      <w:r w:rsidR="00306CEA"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إِذا أَثْخَنْتُمُوهُمْ فَشُدُّوا الْوَثاقَ فَإِمَّا مَنًّا بَعْدُ وَ إِمَّا فِداءً حَتَّ</w:t>
      </w:r>
      <w:r w:rsidR="00306CEA"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تَضَعَ الْحَرْبُ أَوْزارَها ذلِ</w:t>
      </w:r>
      <w:r w:rsidR="00306CEA"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وَ لَوْ </w:t>
      </w:r>
      <w:r w:rsidR="00306CEA"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شاءُ اللَّهُ لَانْتَصَرَ مِنْهُمْ وَ ل</w:t>
      </w:r>
      <w:r w:rsidR="00306CEA"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نْ لِ</w:t>
      </w:r>
      <w:r w:rsidR="00306CEA"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بْلُوَا بَعْضَ</w:t>
      </w:r>
      <w:r w:rsidR="00306CEA"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مْ بِبَعْضٍ وَ الَّذِ</w:t>
      </w:r>
      <w:r w:rsidR="00306CEA"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نَ قُتِلُوا فِ</w:t>
      </w:r>
      <w:r w:rsidR="00306CEA"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سَبِ</w:t>
      </w:r>
      <w:r w:rsidR="00306CEA"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لِ اللَّهِ فَلَنْ </w:t>
      </w:r>
      <w:r w:rsidR="00306CEA"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ضِلَّ أَعْمالَهُم»</w:t>
      </w:r>
      <w:r w:rsidRPr="00846E41">
        <w:rPr>
          <w:rFonts w:ascii="IRBadr" w:hAnsi="IRBadr" w:cs="IRBadr"/>
          <w:b/>
          <w:bCs/>
          <w:sz w:val="28"/>
          <w:szCs w:val="28"/>
          <w:vertAlign w:val="superscript"/>
          <w:rtl/>
          <w:lang w:bidi="fa-IR"/>
        </w:rPr>
        <w:footnoteReference w:id="1"/>
      </w:r>
    </w:p>
    <w:p w:rsidR="00882483" w:rsidRPr="00846E41" w:rsidRDefault="00882483" w:rsidP="008824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آن احکام حکم را تقیید زد </w:t>
      </w:r>
      <w:r w:rsidR="00846E41">
        <w:rPr>
          <w:rFonts w:ascii="IRBadr" w:hAnsi="IRBadr" w:cs="IRBadr"/>
          <w:sz w:val="28"/>
          <w:szCs w:val="28"/>
          <w:rtl/>
          <w:lang w:bidi="fa-IR"/>
        </w:rPr>
        <w:t>بدین‌صورت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که برای این افراد احکام مستقلی در نظر گرفته شده بود و برایشان تفدیه یا امور تخییری دیگری در نظر گرفته شد.</w:t>
      </w:r>
    </w:p>
    <w:p w:rsidR="00882483" w:rsidRPr="00846E41" w:rsidRDefault="00882483" w:rsidP="00882483">
      <w:pPr>
        <w:pStyle w:val="Heading2"/>
        <w:rPr>
          <w:rFonts w:ascii="IRBadr" w:hAnsi="IRBadr" w:cs="IRBadr"/>
          <w:rtl/>
        </w:rPr>
      </w:pPr>
      <w:bookmarkStart w:id="5" w:name="_Toc427655270"/>
      <w:r w:rsidRPr="00846E41">
        <w:rPr>
          <w:rFonts w:ascii="IRBadr" w:hAnsi="IRBadr" w:cs="IRBadr"/>
          <w:rtl/>
        </w:rPr>
        <w:t>تقویت احتمال محاربه</w:t>
      </w:r>
      <w:bookmarkEnd w:id="5"/>
    </w:p>
    <w:p w:rsidR="00882483" w:rsidRPr="00846E41" w:rsidRDefault="00882483" w:rsidP="008824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وجه سومی که می‌شود ذکر کرد این است که ما وقتی به روایات مراجعه می‌کنیم </w:t>
      </w:r>
      <w:r w:rsidR="00306CEA" w:rsidRPr="00846E41">
        <w:rPr>
          <w:rFonts w:ascii="IRBadr" w:hAnsi="IRBadr" w:cs="IRBadr"/>
          <w:sz w:val="28"/>
          <w:szCs w:val="28"/>
          <w:rtl/>
          <w:lang w:bidi="fa-IR"/>
        </w:rPr>
        <w:t>می‌بینیم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همه روایات آیه را به سمت معنای محارب پیش </w:t>
      </w:r>
      <w:r w:rsidR="00306CEA" w:rsidRPr="00846E41">
        <w:rPr>
          <w:rFonts w:ascii="IRBadr" w:hAnsi="IRBadr" w:cs="IRBadr"/>
          <w:sz w:val="28"/>
          <w:szCs w:val="28"/>
          <w:rtl/>
          <w:lang w:bidi="fa-IR"/>
        </w:rPr>
        <w:t>می‌برد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>. این روایات در جلد هیجده اب</w:t>
      </w:r>
      <w:r w:rsidR="00846E41">
        <w:rPr>
          <w:rFonts w:ascii="IRBadr" w:hAnsi="IRBadr" w:cs="IRBadr"/>
          <w:sz w:val="28"/>
          <w:szCs w:val="28"/>
          <w:rtl/>
          <w:lang w:bidi="fa-IR"/>
        </w:rPr>
        <w:t>واب حد محارب، صفحه پانصد و سی</w:t>
      </w:r>
      <w:r w:rsidR="00846E41">
        <w:rPr>
          <w:rFonts w:ascii="IRBadr" w:hAnsi="IRBadr" w:cs="IRBadr" w:hint="cs"/>
          <w:sz w:val="28"/>
          <w:szCs w:val="28"/>
          <w:rtl/>
          <w:lang w:bidi="fa-IR"/>
        </w:rPr>
        <w:t>‌</w:t>
      </w:r>
      <w:r w:rsidR="00846E41">
        <w:rPr>
          <w:rFonts w:ascii="IRBadr" w:hAnsi="IRBadr" w:cs="IRBadr"/>
          <w:sz w:val="28"/>
          <w:szCs w:val="28"/>
          <w:rtl/>
          <w:lang w:bidi="fa-IR"/>
        </w:rPr>
        <w:t>و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>دو در طی چندین روایت مطرح شده است.</w:t>
      </w:r>
    </w:p>
    <w:p w:rsidR="00882483" w:rsidRPr="00846E41" w:rsidRDefault="00882483" w:rsidP="00882483">
      <w:pPr>
        <w:pStyle w:val="Heading2"/>
        <w:rPr>
          <w:rFonts w:ascii="IRBadr" w:hAnsi="IRBadr" w:cs="IRBadr"/>
          <w:rtl/>
        </w:rPr>
      </w:pPr>
      <w:bookmarkStart w:id="6" w:name="_Toc427655271"/>
      <w:r w:rsidRPr="00846E41">
        <w:rPr>
          <w:rFonts w:ascii="IRBadr" w:hAnsi="IRBadr" w:cs="IRBadr"/>
          <w:rtl/>
        </w:rPr>
        <w:t>روایت اول</w:t>
      </w:r>
      <w:bookmarkEnd w:id="6"/>
    </w:p>
    <w:p w:rsidR="00882483" w:rsidRPr="00846E41" w:rsidRDefault="00882483" w:rsidP="00882483">
      <w:pPr>
        <w:bidi/>
        <w:jc w:val="both"/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</w:pPr>
      <w:r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  <w:lang w:bidi="fa-IR"/>
        </w:rPr>
        <w:t>«</w:t>
      </w:r>
      <w:r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وَ عَنْهُ عَنْ أَبِ</w:t>
      </w:r>
      <w:r w:rsidR="00306CEA"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هِ عَنْ عَمْرِو بْنِ عُثْمَانَ عَنْ عُبَ</w:t>
      </w:r>
      <w:r w:rsidR="00306CEA"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دِ اللَّهِ الْمَدَائِنِ</w:t>
      </w:r>
      <w:r w:rsidR="00306CEA"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عَنْ أَبِ</w:t>
      </w:r>
      <w:r w:rsidR="00306CEA"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الْحَسَنِ الرِّضَا ع قَالَ: سُئِلَ عَنْ قَوْلِ اللَّهِ عَزَّ وَ جَلَّ إِنَّما جَزاءُ الَّذِ</w:t>
      </w:r>
      <w:r w:rsidR="00306CEA"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نَ </w:t>
      </w:r>
      <w:r w:rsidR="00306CEA"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حارِبُونَ اللّهَ وَ رَسُولَهُ- وَ </w:t>
      </w:r>
      <w:r w:rsidR="00306CEA"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سْعَوْنَ </w:t>
      </w:r>
      <w:r w:rsid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فی‌الارض</w:t>
      </w:r>
      <w:r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فَساداً - الْآ</w:t>
      </w:r>
      <w:r w:rsidR="00306CEA"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ةَ فَمَا الَّذِ</w:t>
      </w:r>
      <w:r w:rsidR="00306CEA"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إِذَا فَعَلَهُ اسْتَوْجَبَ وَاحِدَةً مِنْ هَذِهِ الْأَرْبَعِ- فَقَالَ إِذَا حَارَبَ اللَّهَ وَ رَسُولَهُ- وَ سَعَ</w:t>
      </w:r>
      <w:r w:rsidR="00306CEA"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فی‌الارض</w:t>
      </w:r>
      <w:r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فَسَاداً فَقَتَلَ قُتِلَ بِهِ- وَ إِنْ قَتَلَ وَ أَخَذَ الْمَالَ قُتِلَ وَ صُلِبَ- وَ إِنْ أَخَذَ الْمَالَ وَ لَمْ </w:t>
      </w:r>
      <w:r w:rsidR="00306CEA"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قْتُلْ- قُطِعَتْ </w:t>
      </w:r>
      <w:r w:rsidR="00306CEA"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دُهُ وَ رِجْلُهُ مِنْ خِلَافٍ- وَ إِنْ شَهَرَ السَّ</w:t>
      </w:r>
      <w:r w:rsidR="00306CEA"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فَ وَ حَارَبَ اللَّهَ وَ رَسُولَهُ- وَ سَعَ</w:t>
      </w:r>
      <w:r w:rsidR="00306CEA"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</w:t>
      </w:r>
      <w:r w:rsid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فی‌الارض</w:t>
      </w:r>
      <w:r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فَسَاداً- وَ لَمْ </w:t>
      </w:r>
      <w:r w:rsidR="00306CEA"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قْتُلْ وَ لَمْ </w:t>
      </w:r>
      <w:r w:rsidR="00306CEA"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أْخُذِ الْمَالَ نُفِ</w:t>
      </w:r>
      <w:r w:rsidR="00306CEA"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 xml:space="preserve"> مِنَ الْأَرْضِ الْحَدِ</w:t>
      </w:r>
      <w:r w:rsidR="00306CEA"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ی</w:t>
      </w:r>
      <w:r w:rsidRPr="00846E41">
        <w:rPr>
          <w:rFonts w:ascii="IRBadr" w:hAnsi="IRBadr" w:cs="IRBadr"/>
          <w:b/>
          <w:bCs/>
          <w:color w:val="000000" w:themeColor="text1"/>
          <w:sz w:val="28"/>
          <w:szCs w:val="28"/>
          <w:rtl/>
        </w:rPr>
        <w:t>ثَ.»</w:t>
      </w:r>
      <w:r w:rsidRPr="00846E41">
        <w:rPr>
          <w:rFonts w:ascii="IRBadr" w:hAnsi="IRBadr" w:cs="IRBadr"/>
          <w:b/>
          <w:bCs/>
          <w:color w:val="000000" w:themeColor="text1"/>
          <w:sz w:val="28"/>
          <w:szCs w:val="28"/>
          <w:vertAlign w:val="superscript"/>
          <w:rtl/>
        </w:rPr>
        <w:footnoteReference w:id="2"/>
      </w:r>
    </w:p>
    <w:p w:rsidR="00882483" w:rsidRPr="00846E41" w:rsidRDefault="00882483" w:rsidP="00882483">
      <w:pPr>
        <w:pStyle w:val="Heading2"/>
        <w:rPr>
          <w:rFonts w:ascii="IRBadr" w:hAnsi="IRBadr" w:cs="IRBadr"/>
          <w:rtl/>
        </w:rPr>
      </w:pPr>
      <w:bookmarkStart w:id="7" w:name="_Toc427655272"/>
      <w:r w:rsidRPr="00846E41">
        <w:rPr>
          <w:rFonts w:ascii="IRBadr" w:hAnsi="IRBadr" w:cs="IRBadr"/>
          <w:rtl/>
        </w:rPr>
        <w:t>پاسخ از روایت فوق</w:t>
      </w:r>
      <w:bookmarkEnd w:id="7"/>
    </w:p>
    <w:p w:rsidR="00882483" w:rsidRPr="00846E41" w:rsidRDefault="00882483" w:rsidP="008824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در قبال این آیه </w:t>
      </w:r>
      <w:r w:rsidR="00306CEA" w:rsidRPr="00846E41">
        <w:rPr>
          <w:rFonts w:ascii="IRBadr" w:hAnsi="IRBadr" w:cs="IRBadr"/>
          <w:sz w:val="28"/>
          <w:szCs w:val="28"/>
          <w:rtl/>
          <w:lang w:bidi="fa-IR"/>
        </w:rPr>
        <w:t>می‌توان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46E41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جواب داد که؛</w:t>
      </w:r>
    </w:p>
    <w:p w:rsidR="00882483" w:rsidRPr="00846E41" w:rsidRDefault="00882483" w:rsidP="008824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46E41">
        <w:rPr>
          <w:rFonts w:ascii="IRBadr" w:hAnsi="IRBadr" w:cs="IRBadr"/>
          <w:sz w:val="28"/>
          <w:szCs w:val="28"/>
          <w:rtl/>
          <w:lang w:bidi="fa-IR"/>
        </w:rPr>
        <w:lastRenderedPageBreak/>
        <w:t>در برخی از آیات دیگر روایات تفسیری وارد شده است که در ذیل آن مصادیقی از آیه بیان شده است که ظاهر امر دلالت بر حصر موارد دارد،</w:t>
      </w:r>
      <w:r w:rsidR="00306CEA" w:rsidRPr="00846E41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در حقیقت </w:t>
      </w:r>
      <w:r w:rsidR="00846E41">
        <w:rPr>
          <w:rFonts w:ascii="IRBadr" w:hAnsi="IRBadr" w:cs="IRBadr"/>
          <w:sz w:val="28"/>
          <w:szCs w:val="28"/>
          <w:rtl/>
          <w:lang w:bidi="fa-IR"/>
        </w:rPr>
        <w:t>این‌گونه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نیست،</w:t>
      </w:r>
      <w:r w:rsidR="00306CEA" w:rsidRPr="00846E4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46E41">
        <w:rPr>
          <w:rFonts w:ascii="IRBadr" w:hAnsi="IRBadr" w:cs="IRBadr"/>
          <w:sz w:val="28"/>
          <w:szCs w:val="28"/>
          <w:rtl/>
          <w:lang w:bidi="fa-IR"/>
        </w:rPr>
        <w:t>ازاین‌گونه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موارد آیه شریفه تحیت است که؛</w:t>
      </w:r>
    </w:p>
    <w:p w:rsidR="00882483" w:rsidRPr="00846E41" w:rsidRDefault="00882483" w:rsidP="00882483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«وَ إِذا حُ</w:t>
      </w:r>
      <w:r w:rsidR="00306CEA"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یی</w:t>
      </w:r>
      <w:r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تُمْ بِتَحِ</w:t>
      </w:r>
      <w:r w:rsidR="00306CEA"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ةٍ فَحَ</w:t>
      </w:r>
      <w:r w:rsidR="00306CEA"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وا بِأَحْسَنَ مِنْها أَوْ رُدُّوها إِنَّ اللَّهَ </w:t>
      </w:r>
      <w:r w:rsidR="00306CEA"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انَ </w:t>
      </w:r>
      <w:r w:rsidR="00306CEA"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عَلی</w:t>
      </w:r>
      <w:r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306CEA"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لِّ </w:t>
      </w:r>
      <w:r w:rsidR="00306CEA"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شَی‌ءٍ</w:t>
      </w:r>
      <w:r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حَسِ</w:t>
      </w:r>
      <w:r w:rsidR="00306CEA"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846E41">
        <w:rPr>
          <w:rFonts w:ascii="IRBadr" w:hAnsi="IRBadr" w:cs="IRBadr"/>
          <w:b/>
          <w:bCs/>
          <w:sz w:val="28"/>
          <w:szCs w:val="28"/>
          <w:rtl/>
          <w:lang w:bidi="fa-IR"/>
        </w:rPr>
        <w:t>باً.»</w:t>
      </w:r>
      <w:r w:rsidRPr="00846E41">
        <w:rPr>
          <w:rFonts w:ascii="IRBadr" w:hAnsi="IRBadr" w:cs="IRBadr"/>
          <w:b/>
          <w:bCs/>
          <w:sz w:val="28"/>
          <w:szCs w:val="28"/>
          <w:vertAlign w:val="superscript"/>
          <w:rtl/>
          <w:lang w:bidi="fa-IR"/>
        </w:rPr>
        <w:footnoteReference w:id="3"/>
      </w:r>
    </w:p>
    <w:p w:rsidR="00882483" w:rsidRPr="00846E41" w:rsidRDefault="00882483" w:rsidP="008824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که آیه دارای اطلاق است و موارد تحیت لسانی و غیر آن را در </w:t>
      </w:r>
      <w:r w:rsidR="00846E41">
        <w:rPr>
          <w:rFonts w:ascii="IRBadr" w:hAnsi="IRBadr" w:cs="IRBadr"/>
          <w:sz w:val="28"/>
          <w:szCs w:val="28"/>
          <w:rtl/>
          <w:lang w:bidi="fa-IR"/>
        </w:rPr>
        <w:t>برمی‌گیرد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>،</w:t>
      </w:r>
      <w:r w:rsidR="00306CEA" w:rsidRPr="00846E41">
        <w:rPr>
          <w:rFonts w:ascii="IRBadr" w:hAnsi="IRBadr" w:cs="IRBadr"/>
          <w:sz w:val="28"/>
          <w:szCs w:val="28"/>
          <w:rtl/>
          <w:lang w:bidi="fa-IR"/>
        </w:rPr>
        <w:t xml:space="preserve"> ولی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روایتی در ذیل آن وارد شده که تحیت را به سلام تفسیر نموده است. در قبال آیه مورد بحث نیز باید گفت؛</w:t>
      </w:r>
      <w:r w:rsidR="00306CEA" w:rsidRPr="00846E41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جایی روایتی که مصادیق آیه را حصر کند وجود ندارد مگر همان روایتی که بیان شد که این نیز به نحوی قابل جواب است.</w:t>
      </w:r>
    </w:p>
    <w:p w:rsidR="00882483" w:rsidRPr="00846E41" w:rsidRDefault="00882483" w:rsidP="00882483">
      <w:pPr>
        <w:pStyle w:val="Heading2"/>
        <w:rPr>
          <w:rFonts w:ascii="IRBadr" w:hAnsi="IRBadr" w:cs="IRBadr"/>
          <w:rtl/>
        </w:rPr>
      </w:pPr>
      <w:bookmarkStart w:id="8" w:name="_Toc427655273"/>
      <w:r w:rsidRPr="00846E41">
        <w:rPr>
          <w:rFonts w:ascii="IRBadr" w:hAnsi="IRBadr" w:cs="IRBadr"/>
          <w:rtl/>
        </w:rPr>
        <w:t>وجه چهارم استبعاد</w:t>
      </w:r>
      <w:bookmarkEnd w:id="8"/>
    </w:p>
    <w:p w:rsidR="00882483" w:rsidRPr="00846E41" w:rsidRDefault="00882483" w:rsidP="008824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46E41">
        <w:rPr>
          <w:rFonts w:ascii="IRBadr" w:hAnsi="IRBadr" w:cs="IRBadr"/>
          <w:sz w:val="28"/>
          <w:szCs w:val="28"/>
          <w:rtl/>
          <w:lang w:bidi="fa-IR"/>
        </w:rPr>
        <w:t>وجه دیگری در این زمینه ذکر شده که بیشتر جنبه استحسانی دارد،</w:t>
      </w:r>
      <w:r w:rsidR="00306CEA" w:rsidRPr="00846E41">
        <w:rPr>
          <w:rFonts w:ascii="IRBadr" w:hAnsi="IRBadr" w:cs="IRBadr"/>
          <w:sz w:val="28"/>
          <w:szCs w:val="28"/>
          <w:rtl/>
          <w:lang w:bidi="fa-IR"/>
        </w:rPr>
        <w:t xml:space="preserve"> مبنی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بر اینکه بسیار بعید است که بگوییم اگر فرد به هر نوع عملیات </w:t>
      </w:r>
      <w:r w:rsidR="00846E41">
        <w:rPr>
          <w:rFonts w:ascii="IRBadr" w:hAnsi="IRBadr" w:cs="IRBadr"/>
          <w:sz w:val="28"/>
          <w:szCs w:val="28"/>
          <w:rtl/>
          <w:lang w:bidi="fa-IR"/>
        </w:rPr>
        <w:t>غیرمسلحانه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اگر دست بزند،</w:t>
      </w:r>
      <w:r w:rsidR="00306CEA" w:rsidRPr="00846E41">
        <w:rPr>
          <w:rFonts w:ascii="IRBadr" w:hAnsi="IRBadr" w:cs="IRBadr"/>
          <w:sz w:val="28"/>
          <w:szCs w:val="28"/>
          <w:rtl/>
          <w:lang w:bidi="fa-IR"/>
        </w:rPr>
        <w:t xml:space="preserve"> مستوجب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06CEA" w:rsidRPr="00846E41">
        <w:rPr>
          <w:rFonts w:ascii="IRBadr" w:hAnsi="IRBadr" w:cs="IRBadr"/>
          <w:sz w:val="28"/>
          <w:szCs w:val="28"/>
          <w:rtl/>
          <w:lang w:bidi="fa-IR"/>
        </w:rPr>
        <w:t>عقاب‌های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بیان شده در آیه </w:t>
      </w:r>
      <w:r w:rsidR="00306CEA" w:rsidRPr="00846E41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882483" w:rsidRPr="00846E41" w:rsidRDefault="00882483" w:rsidP="00882483">
      <w:pPr>
        <w:pStyle w:val="Heading2"/>
        <w:rPr>
          <w:rFonts w:ascii="IRBadr" w:hAnsi="IRBadr" w:cs="IRBadr"/>
          <w:rtl/>
        </w:rPr>
      </w:pPr>
      <w:bookmarkStart w:id="9" w:name="_Toc427655274"/>
      <w:r w:rsidRPr="00846E41">
        <w:rPr>
          <w:rFonts w:ascii="IRBadr" w:hAnsi="IRBadr" w:cs="IRBadr"/>
          <w:rtl/>
        </w:rPr>
        <w:t>مناقشه در استدلال فوق</w:t>
      </w:r>
      <w:bookmarkEnd w:id="9"/>
    </w:p>
    <w:p w:rsidR="00882483" w:rsidRPr="00846E41" w:rsidRDefault="00882483" w:rsidP="008824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جواب این استدلال </w:t>
      </w:r>
      <w:r w:rsidR="00846E41">
        <w:rPr>
          <w:rFonts w:ascii="IRBadr" w:hAnsi="IRBadr" w:cs="IRBadr"/>
          <w:sz w:val="28"/>
          <w:szCs w:val="28"/>
          <w:rtl/>
          <w:lang w:bidi="fa-IR"/>
        </w:rPr>
        <w:t>این‌که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اولاً این وجه استحسانی است </w:t>
      </w:r>
      <w:r w:rsidR="00846E41">
        <w:rPr>
          <w:rFonts w:ascii="IRBadr" w:hAnsi="IRBadr" w:cs="IRBadr"/>
          <w:sz w:val="28"/>
          <w:szCs w:val="28"/>
          <w:rtl/>
          <w:lang w:bidi="fa-IR"/>
        </w:rPr>
        <w:t>و ثانیاً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همه مجازات به این سنگینی که گفته شده نیست.</w:t>
      </w:r>
      <w:r w:rsidR="00306CEA" w:rsidRPr="00846E41">
        <w:rPr>
          <w:rFonts w:ascii="IRBadr" w:hAnsi="IRBadr" w:cs="IRBadr"/>
          <w:sz w:val="28"/>
          <w:szCs w:val="28"/>
          <w:rtl/>
          <w:lang w:bidi="fa-IR"/>
        </w:rPr>
        <w:t xml:space="preserve"> البته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در اینکه </w:t>
      </w:r>
      <w:r w:rsidR="00846E41">
        <w:rPr>
          <w:rFonts w:ascii="IRBadr" w:hAnsi="IRBadr" w:cs="IRBadr"/>
          <w:sz w:val="28"/>
          <w:szCs w:val="28"/>
          <w:rtl/>
          <w:lang w:bidi="fa-IR"/>
        </w:rPr>
        <w:t>مجازات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بیان شده تخییری است یا ترتیبی؟ در این زمینه </w:t>
      </w:r>
      <w:r w:rsidR="00846E41">
        <w:rPr>
          <w:rFonts w:ascii="IRBadr" w:hAnsi="IRBadr" w:cs="IRBadr"/>
          <w:sz w:val="28"/>
          <w:szCs w:val="28"/>
          <w:rtl/>
          <w:lang w:bidi="fa-IR"/>
        </w:rPr>
        <w:t>اختلاف‌نظر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وجود دارد.</w:t>
      </w:r>
    </w:p>
    <w:p w:rsidR="00882483" w:rsidRPr="00846E41" w:rsidRDefault="00882483" w:rsidP="00882483">
      <w:pPr>
        <w:pStyle w:val="Heading2"/>
        <w:rPr>
          <w:rFonts w:ascii="IRBadr" w:hAnsi="IRBadr" w:cs="IRBadr"/>
          <w:rtl/>
        </w:rPr>
      </w:pPr>
      <w:bookmarkStart w:id="10" w:name="_Toc427655275"/>
      <w:r w:rsidRPr="00846E41">
        <w:rPr>
          <w:rFonts w:ascii="IRBadr" w:hAnsi="IRBadr" w:cs="IRBadr"/>
          <w:rtl/>
        </w:rPr>
        <w:t>قاعده درع در این مقام</w:t>
      </w:r>
      <w:bookmarkEnd w:id="10"/>
    </w:p>
    <w:p w:rsidR="00882483" w:rsidRPr="00846E41" w:rsidRDefault="00882483" w:rsidP="008824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وجه دیگری که </w:t>
      </w:r>
      <w:r w:rsidR="00306CEA" w:rsidRPr="00846E41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ذکر کرد این است که در اینجا تریدی وجود دارد که آیا شامل مفسد </w:t>
      </w:r>
      <w:r w:rsidR="00846E41">
        <w:rPr>
          <w:rFonts w:ascii="IRBadr" w:hAnsi="IRBadr" w:cs="IRBadr"/>
          <w:sz w:val="28"/>
          <w:szCs w:val="28"/>
          <w:rtl/>
          <w:lang w:bidi="fa-IR"/>
        </w:rPr>
        <w:t>فی‌الارض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06CEA" w:rsidRPr="00846E41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یا خیر؟ لذا در اینجا قاعده درع حکم </w:t>
      </w:r>
      <w:r w:rsidR="00306CEA" w:rsidRPr="00846E41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که شامل مفسد </w:t>
      </w:r>
      <w:r w:rsidR="00846E41">
        <w:rPr>
          <w:rFonts w:ascii="IRBadr" w:hAnsi="IRBadr" w:cs="IRBadr"/>
          <w:sz w:val="28"/>
          <w:szCs w:val="28"/>
          <w:rtl/>
          <w:lang w:bidi="fa-IR"/>
        </w:rPr>
        <w:t>فی‌الارض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06CEA" w:rsidRPr="00846E41">
        <w:rPr>
          <w:rFonts w:ascii="IRBadr" w:hAnsi="IRBadr" w:cs="IRBadr"/>
          <w:sz w:val="28"/>
          <w:szCs w:val="28"/>
          <w:rtl/>
          <w:lang w:bidi="fa-IR"/>
        </w:rPr>
        <w:t>نمی‌شود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882483" w:rsidRPr="00846E41" w:rsidRDefault="00846E41" w:rsidP="00882483">
      <w:pPr>
        <w:pStyle w:val="Heading2"/>
        <w:rPr>
          <w:rFonts w:ascii="IRBadr" w:hAnsi="IRBadr" w:cs="IRBadr"/>
          <w:rtl/>
        </w:rPr>
      </w:pPr>
      <w:r>
        <w:rPr>
          <w:rFonts w:ascii="IRBadr" w:hAnsi="IRBadr" w:cs="IRBadr"/>
          <w:rtl/>
        </w:rPr>
        <w:t>نتیجه‌گیری</w:t>
      </w:r>
    </w:p>
    <w:p w:rsidR="00882483" w:rsidRPr="00846E41" w:rsidRDefault="00882483" w:rsidP="008824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استظهار ما از این آیه شریفه این است که مفسد </w:t>
      </w:r>
      <w:r w:rsidR="00846E41">
        <w:rPr>
          <w:rFonts w:ascii="IRBadr" w:hAnsi="IRBadr" w:cs="IRBadr"/>
          <w:sz w:val="28"/>
          <w:szCs w:val="28"/>
          <w:rtl/>
          <w:lang w:bidi="fa-IR"/>
        </w:rPr>
        <w:t>فی‌الارض</w:t>
      </w:r>
      <w:r w:rsidRPr="00846E41">
        <w:rPr>
          <w:rFonts w:ascii="IRBadr" w:hAnsi="IRBadr" w:cs="IRBadr"/>
          <w:sz w:val="28"/>
          <w:szCs w:val="28"/>
          <w:rtl/>
          <w:lang w:bidi="fa-IR"/>
        </w:rPr>
        <w:t xml:space="preserve"> موضوعیت دارد و محارب بودن مصداقی است.</w:t>
      </w:r>
    </w:p>
    <w:p w:rsidR="00882483" w:rsidRPr="00846E41" w:rsidRDefault="00882483" w:rsidP="008824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882483" w:rsidRPr="00846E41" w:rsidRDefault="00882483" w:rsidP="008824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882483" w:rsidRPr="00846E41" w:rsidRDefault="00882483" w:rsidP="008824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882483" w:rsidRPr="00846E41" w:rsidRDefault="00882483" w:rsidP="008824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882483" w:rsidRPr="00846E41" w:rsidRDefault="00882483" w:rsidP="0088248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52670" w:rsidRPr="00846E41" w:rsidRDefault="00152670" w:rsidP="00734D59">
      <w:pPr>
        <w:bidi/>
        <w:rPr>
          <w:rFonts w:ascii="IRBadr" w:hAnsi="IRBadr" w:cs="IRBadr"/>
          <w:rtl/>
          <w:lang w:bidi="fa-IR"/>
        </w:rPr>
      </w:pPr>
    </w:p>
    <w:sectPr w:rsidR="00152670" w:rsidRPr="00846E41" w:rsidSect="000D5800">
      <w:headerReference w:type="default" r:id="rId8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735" w:rsidRDefault="00DF2735" w:rsidP="000D5800">
      <w:pPr>
        <w:spacing w:after="0" w:line="240" w:lineRule="auto"/>
      </w:pPr>
      <w:r>
        <w:separator/>
      </w:r>
    </w:p>
  </w:endnote>
  <w:endnote w:type="continuationSeparator" w:id="0">
    <w:p w:rsidR="00DF2735" w:rsidRDefault="00DF2735" w:rsidP="000D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oor_Titr">
    <w:charset w:val="00"/>
    <w:family w:val="auto"/>
    <w:pitch w:val="variable"/>
    <w:sig w:usb0="80002007" w:usb1="80002000" w:usb2="00000008" w:usb3="00000000" w:csb0="00000043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735" w:rsidRDefault="00DF2735" w:rsidP="00AD5ECA">
      <w:pPr>
        <w:bidi/>
        <w:spacing w:after="0" w:line="240" w:lineRule="auto"/>
      </w:pPr>
      <w:r>
        <w:separator/>
      </w:r>
    </w:p>
  </w:footnote>
  <w:footnote w:type="continuationSeparator" w:id="0">
    <w:p w:rsidR="00DF2735" w:rsidRDefault="00DF2735" w:rsidP="000D5800">
      <w:pPr>
        <w:spacing w:after="0" w:line="240" w:lineRule="auto"/>
      </w:pPr>
      <w:r>
        <w:continuationSeparator/>
      </w:r>
    </w:p>
  </w:footnote>
  <w:footnote w:id="1">
    <w:p w:rsidR="00882483" w:rsidRPr="00CE03C5" w:rsidRDefault="00882483" w:rsidP="00882483">
      <w:pPr>
        <w:pStyle w:val="FootnoteText"/>
        <w:rPr>
          <w:rFonts w:cs="B Badr"/>
          <w:rtl/>
        </w:rPr>
      </w:pPr>
      <w:r w:rsidRPr="00CE03C5">
        <w:rPr>
          <w:rStyle w:val="FootnoteReference"/>
          <w:rFonts w:cs="B Badr"/>
        </w:rPr>
        <w:footnoteRef/>
      </w:r>
      <w:r w:rsidRPr="00CE03C5">
        <w:rPr>
          <w:rFonts w:cs="B Badr"/>
        </w:rPr>
        <w:t xml:space="preserve"> </w:t>
      </w:r>
      <w:r w:rsidRPr="00CE03C5">
        <w:rPr>
          <w:rFonts w:cs="B Badr" w:hint="cs"/>
          <w:rtl/>
        </w:rPr>
        <w:t>4/ محمد</w:t>
      </w:r>
    </w:p>
  </w:footnote>
  <w:footnote w:id="2">
    <w:p w:rsidR="00882483" w:rsidRDefault="00882483" w:rsidP="00882483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CE03C5">
        <w:rPr>
          <w:rFonts w:ascii="Noor_Titr" w:hAnsi="Noor_Titr" w:cs="B Badr" w:hint="cs"/>
          <w:color w:val="000000" w:themeColor="text1"/>
          <w:rtl/>
        </w:rPr>
        <w:t>وسائل الش</w:t>
      </w:r>
      <w:r w:rsidR="00306CEA">
        <w:rPr>
          <w:rFonts w:ascii="Noor_Titr" w:hAnsi="Noor_Titr" w:cs="B Badr" w:hint="cs"/>
          <w:color w:val="000000" w:themeColor="text1"/>
          <w:rtl/>
        </w:rPr>
        <w:t>ی</w:t>
      </w:r>
      <w:r w:rsidRPr="00CE03C5">
        <w:rPr>
          <w:rFonts w:ascii="Noor_Titr" w:hAnsi="Noor_Titr" w:cs="B Badr" w:hint="cs"/>
          <w:color w:val="000000" w:themeColor="text1"/>
          <w:rtl/>
        </w:rPr>
        <w:t xml:space="preserve">عة؛ </w:t>
      </w:r>
      <w:r w:rsidR="00306CEA">
        <w:rPr>
          <w:rFonts w:ascii="Noor_Titr" w:hAnsi="Noor_Titr" w:cs="B Badr"/>
          <w:color w:val="000000" w:themeColor="text1"/>
          <w:rtl/>
        </w:rPr>
        <w:t>ج 28</w:t>
      </w:r>
      <w:r w:rsidRPr="00CE03C5">
        <w:rPr>
          <w:rFonts w:ascii="Noor_Titr" w:hAnsi="Noor_Titr" w:cs="B Badr" w:hint="cs"/>
          <w:color w:val="000000" w:themeColor="text1"/>
          <w:rtl/>
        </w:rPr>
        <w:t>، ص: 309</w:t>
      </w:r>
    </w:p>
  </w:footnote>
  <w:footnote w:id="3">
    <w:p w:rsidR="00882483" w:rsidRDefault="00882483" w:rsidP="00882483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CE03C5">
        <w:rPr>
          <w:rFonts w:cs="B Badr" w:hint="cs"/>
          <w:rtl/>
        </w:rPr>
        <w:t>86/نساء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483" w:rsidRPr="00882483" w:rsidRDefault="000D5800" w:rsidP="00882483">
    <w:pPr>
      <w:tabs>
        <w:tab w:val="left" w:pos="1256"/>
        <w:tab w:val="left" w:pos="5696"/>
        <w:tab w:val="right" w:pos="9071"/>
      </w:tabs>
      <w:bidi/>
      <w:rPr>
        <w:rFonts w:ascii="IranNastaliq" w:hAnsi="IranNastaliq" w:cs="IranNastaliq"/>
        <w:sz w:val="40"/>
        <w:szCs w:val="40"/>
        <w:rtl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0C82C74C" wp14:editId="102465A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7190B29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1" w:name="OLE_LINK1"/>
    <w:bookmarkStart w:id="12" w:name="OLE_LINK2"/>
    <w:r>
      <w:rPr>
        <w:noProof/>
        <w:lang w:bidi="fa-IR"/>
      </w:rPr>
      <w:drawing>
        <wp:inline distT="0" distB="0" distL="0" distR="0" wp14:anchorId="5F5DB174" wp14:editId="286DA8E7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1"/>
    <w:bookmarkEnd w:id="12"/>
    <w:r w:rsidR="00494DC0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882483">
      <w:rPr>
        <w:rFonts w:ascii="IranNastaliq" w:hAnsi="IranNastaliq" w:cs="IranNastaliq" w:hint="cs"/>
        <w:sz w:val="40"/>
        <w:szCs w:val="40"/>
        <w:rtl/>
        <w:lang w:bidi="fa-IR"/>
      </w:rPr>
      <w:t>916</w:t>
    </w:r>
  </w:p>
  <w:p w:rsidR="009541DD" w:rsidRDefault="009541D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1193A"/>
    <w:rsid w:val="000228A2"/>
    <w:rsid w:val="000324F1"/>
    <w:rsid w:val="00041FE0"/>
    <w:rsid w:val="00052BA3"/>
    <w:rsid w:val="000626D3"/>
    <w:rsid w:val="0006363E"/>
    <w:rsid w:val="00080DFF"/>
    <w:rsid w:val="00085ED5"/>
    <w:rsid w:val="000A1A51"/>
    <w:rsid w:val="000B725D"/>
    <w:rsid w:val="000D2D0D"/>
    <w:rsid w:val="000D5800"/>
    <w:rsid w:val="000F1897"/>
    <w:rsid w:val="000F7E72"/>
    <w:rsid w:val="00101E2D"/>
    <w:rsid w:val="00102CEB"/>
    <w:rsid w:val="001168D4"/>
    <w:rsid w:val="00117955"/>
    <w:rsid w:val="00133E1D"/>
    <w:rsid w:val="0013617D"/>
    <w:rsid w:val="00136442"/>
    <w:rsid w:val="00150D4B"/>
    <w:rsid w:val="00151D55"/>
    <w:rsid w:val="00152670"/>
    <w:rsid w:val="0016576C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0636"/>
    <w:rsid w:val="001E306E"/>
    <w:rsid w:val="001E3FB0"/>
    <w:rsid w:val="001E4FFF"/>
    <w:rsid w:val="001F2E3E"/>
    <w:rsid w:val="00224C0A"/>
    <w:rsid w:val="002376A5"/>
    <w:rsid w:val="002417C9"/>
    <w:rsid w:val="002529C5"/>
    <w:rsid w:val="00266420"/>
    <w:rsid w:val="00270294"/>
    <w:rsid w:val="002914BD"/>
    <w:rsid w:val="00297263"/>
    <w:rsid w:val="002C56FD"/>
    <w:rsid w:val="002D49E4"/>
    <w:rsid w:val="002E450B"/>
    <w:rsid w:val="002E73F9"/>
    <w:rsid w:val="002F05B9"/>
    <w:rsid w:val="00304087"/>
    <w:rsid w:val="00306CEA"/>
    <w:rsid w:val="003275F0"/>
    <w:rsid w:val="00340BA3"/>
    <w:rsid w:val="00366400"/>
    <w:rsid w:val="003963D7"/>
    <w:rsid w:val="00396F28"/>
    <w:rsid w:val="003A1A05"/>
    <w:rsid w:val="003A2654"/>
    <w:rsid w:val="003B4C26"/>
    <w:rsid w:val="003C06BF"/>
    <w:rsid w:val="003C7899"/>
    <w:rsid w:val="003D2F0A"/>
    <w:rsid w:val="003D563F"/>
    <w:rsid w:val="003E1E58"/>
    <w:rsid w:val="003F1AED"/>
    <w:rsid w:val="003F38D7"/>
    <w:rsid w:val="00405199"/>
    <w:rsid w:val="00410699"/>
    <w:rsid w:val="00415360"/>
    <w:rsid w:val="004203FB"/>
    <w:rsid w:val="004426D1"/>
    <w:rsid w:val="0044591E"/>
    <w:rsid w:val="004651D2"/>
    <w:rsid w:val="00465D26"/>
    <w:rsid w:val="004679F8"/>
    <w:rsid w:val="00494DC0"/>
    <w:rsid w:val="00496073"/>
    <w:rsid w:val="004B337F"/>
    <w:rsid w:val="004F3596"/>
    <w:rsid w:val="004F56BA"/>
    <w:rsid w:val="00572E2D"/>
    <w:rsid w:val="00592103"/>
    <w:rsid w:val="005941DD"/>
    <w:rsid w:val="005A545E"/>
    <w:rsid w:val="005A5862"/>
    <w:rsid w:val="005B0852"/>
    <w:rsid w:val="005C06AE"/>
    <w:rsid w:val="005C0D0A"/>
    <w:rsid w:val="005D4C11"/>
    <w:rsid w:val="005E6299"/>
    <w:rsid w:val="005F55FA"/>
    <w:rsid w:val="00610C18"/>
    <w:rsid w:val="00612385"/>
    <w:rsid w:val="0061376C"/>
    <w:rsid w:val="00632A97"/>
    <w:rsid w:val="00636EFA"/>
    <w:rsid w:val="0066229C"/>
    <w:rsid w:val="00675B32"/>
    <w:rsid w:val="0069696C"/>
    <w:rsid w:val="006A085A"/>
    <w:rsid w:val="006D3A87"/>
    <w:rsid w:val="006F01B4"/>
    <w:rsid w:val="00734D59"/>
    <w:rsid w:val="0073609B"/>
    <w:rsid w:val="00752745"/>
    <w:rsid w:val="00766458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A7C17"/>
    <w:rsid w:val="007B0C3E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1670E"/>
    <w:rsid w:val="008407A4"/>
    <w:rsid w:val="00844860"/>
    <w:rsid w:val="00845CC4"/>
    <w:rsid w:val="00846E41"/>
    <w:rsid w:val="00857C21"/>
    <w:rsid w:val="008644F4"/>
    <w:rsid w:val="0087093D"/>
    <w:rsid w:val="00882483"/>
    <w:rsid w:val="00883733"/>
    <w:rsid w:val="008965D2"/>
    <w:rsid w:val="008A236D"/>
    <w:rsid w:val="008B565A"/>
    <w:rsid w:val="008C3414"/>
    <w:rsid w:val="008D36D5"/>
    <w:rsid w:val="008E3903"/>
    <w:rsid w:val="008F197C"/>
    <w:rsid w:val="008F63E3"/>
    <w:rsid w:val="00913C3B"/>
    <w:rsid w:val="00915509"/>
    <w:rsid w:val="00927388"/>
    <w:rsid w:val="009274FE"/>
    <w:rsid w:val="00931FC7"/>
    <w:rsid w:val="009401AC"/>
    <w:rsid w:val="009515C3"/>
    <w:rsid w:val="009541DD"/>
    <w:rsid w:val="009613AC"/>
    <w:rsid w:val="00980643"/>
    <w:rsid w:val="009B46BC"/>
    <w:rsid w:val="009B61C3"/>
    <w:rsid w:val="009C7B4F"/>
    <w:rsid w:val="009F4EB3"/>
    <w:rsid w:val="009F7E77"/>
    <w:rsid w:val="00A06D48"/>
    <w:rsid w:val="00A10E6B"/>
    <w:rsid w:val="00A21834"/>
    <w:rsid w:val="00A31C17"/>
    <w:rsid w:val="00A31FDE"/>
    <w:rsid w:val="00A35AC2"/>
    <w:rsid w:val="00A37C77"/>
    <w:rsid w:val="00A5418D"/>
    <w:rsid w:val="00A567A0"/>
    <w:rsid w:val="00A725C2"/>
    <w:rsid w:val="00A769EE"/>
    <w:rsid w:val="00A810A5"/>
    <w:rsid w:val="00A9616A"/>
    <w:rsid w:val="00A96F68"/>
    <w:rsid w:val="00AA2342"/>
    <w:rsid w:val="00AD0304"/>
    <w:rsid w:val="00AD278F"/>
    <w:rsid w:val="00AD27BE"/>
    <w:rsid w:val="00AD5ECA"/>
    <w:rsid w:val="00AF0F1A"/>
    <w:rsid w:val="00AF6CE9"/>
    <w:rsid w:val="00B06A08"/>
    <w:rsid w:val="00B14240"/>
    <w:rsid w:val="00B15027"/>
    <w:rsid w:val="00B21CF4"/>
    <w:rsid w:val="00B24300"/>
    <w:rsid w:val="00B31802"/>
    <w:rsid w:val="00B37AC9"/>
    <w:rsid w:val="00B63F15"/>
    <w:rsid w:val="00BB4D78"/>
    <w:rsid w:val="00BB5F7E"/>
    <w:rsid w:val="00BC26F6"/>
    <w:rsid w:val="00BC4833"/>
    <w:rsid w:val="00BD3122"/>
    <w:rsid w:val="00BD40DA"/>
    <w:rsid w:val="00BF3D67"/>
    <w:rsid w:val="00C01A20"/>
    <w:rsid w:val="00C12BC5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C46FC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860ED"/>
    <w:rsid w:val="00D96DC0"/>
    <w:rsid w:val="00DB28BB"/>
    <w:rsid w:val="00DC603F"/>
    <w:rsid w:val="00DD3C0D"/>
    <w:rsid w:val="00DD4864"/>
    <w:rsid w:val="00DD71A2"/>
    <w:rsid w:val="00DE0AAF"/>
    <w:rsid w:val="00DE1DC4"/>
    <w:rsid w:val="00DE3B98"/>
    <w:rsid w:val="00DF2735"/>
    <w:rsid w:val="00E0639C"/>
    <w:rsid w:val="00E067E6"/>
    <w:rsid w:val="00E12531"/>
    <w:rsid w:val="00E143B0"/>
    <w:rsid w:val="00E55891"/>
    <w:rsid w:val="00E6283A"/>
    <w:rsid w:val="00E6615B"/>
    <w:rsid w:val="00E732A3"/>
    <w:rsid w:val="00E8309A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22F27"/>
    <w:rsid w:val="00F40284"/>
    <w:rsid w:val="00F67976"/>
    <w:rsid w:val="00F70BE1"/>
    <w:rsid w:val="00F76AEB"/>
    <w:rsid w:val="00FC0862"/>
    <w:rsid w:val="00FC1B7D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D5E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725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A236D"/>
    <w:pPr>
      <w:keepNext/>
      <w:keepLines/>
      <w:bidi/>
      <w:spacing w:before="400" w:after="0" w:line="240" w:lineRule="auto"/>
      <w:contextualSpacing/>
      <w:jc w:val="both"/>
      <w:outlineLvl w:val="0"/>
    </w:pPr>
    <w:rPr>
      <w:rFonts w:ascii="Cambria" w:eastAsia="2  Lotus" w:hAnsi="Cambria" w:cs="2  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A236D"/>
    <w:pPr>
      <w:keepNext/>
      <w:keepLines/>
      <w:bidi/>
      <w:spacing w:before="340" w:after="0" w:line="240" w:lineRule="auto"/>
      <w:contextualSpacing/>
      <w:jc w:val="both"/>
      <w:outlineLvl w:val="1"/>
    </w:pPr>
    <w:rPr>
      <w:rFonts w:ascii="Cambria" w:eastAsia="2  Lotus" w:hAnsi="Cambria" w:cs="2  Badr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A236D"/>
    <w:pPr>
      <w:keepNext/>
      <w:keepLines/>
      <w:bidi/>
      <w:spacing w:before="280" w:after="0" w:line="240" w:lineRule="auto"/>
      <w:contextualSpacing/>
      <w:jc w:val="both"/>
      <w:outlineLvl w:val="2"/>
    </w:pPr>
    <w:rPr>
      <w:rFonts w:ascii="Cambria" w:eastAsia="2  Lotus" w:hAnsi="Cambria" w:cs="2  Badr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A23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A236D"/>
    <w:pPr>
      <w:keepNext/>
      <w:keepLines/>
      <w:bidi/>
      <w:spacing w:before="180" w:after="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6"/>
    </w:pPr>
    <w:rPr>
      <w:rFonts w:ascii="Cambria" w:eastAsia="Times New Roman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A236D"/>
    <w:pPr>
      <w:keepNext/>
      <w:keepLines/>
      <w:bidi/>
      <w:spacing w:before="120" w:after="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szCs w:val="28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A236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A236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A236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A236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A236D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8A236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221" w:firstLine="284"/>
      <w:contextualSpacing/>
      <w:jc w:val="both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A236D"/>
    <w:pPr>
      <w:bidi/>
      <w:spacing w:after="0" w:line="240" w:lineRule="auto"/>
      <w:ind w:left="442"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8A23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A23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A236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23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A23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8A23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A23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A23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A236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658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879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100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A236D"/>
    <w:pPr>
      <w:bidi/>
      <w:spacing w:after="0" w:line="240" w:lineRule="auto"/>
      <w:ind w:left="1321"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236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A236D"/>
    <w:pPr>
      <w:bidi/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8A236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A236D"/>
    <w:pPr>
      <w:numPr>
        <w:ilvl w:val="1"/>
      </w:numPr>
      <w:bidi/>
      <w:spacing w:after="240" w:line="240" w:lineRule="auto"/>
      <w:ind w:firstLine="284"/>
      <w:contextualSpacing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8A236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A236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A236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A236D"/>
    <w:pPr>
      <w:bidi/>
      <w:spacing w:after="120" w:line="240" w:lineRule="auto"/>
      <w:ind w:left="1134"/>
      <w:contextualSpacing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8A236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A236D"/>
    <w:pPr>
      <w:bidi/>
      <w:spacing w:before="120" w:after="240" w:line="240" w:lineRule="auto"/>
      <w:ind w:left="1134"/>
      <w:contextualSpacing/>
      <w:jc w:val="both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8A23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A236D"/>
    <w:pPr>
      <w:bidi/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8A23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A23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A236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bidi/>
      <w:spacing w:after="0" w:line="240" w:lineRule="auto"/>
      <w:ind w:firstLine="284"/>
      <w:contextualSpacing/>
      <w:jc w:val="both"/>
    </w:pPr>
    <w:rPr>
      <w:rFonts w:ascii="Tahoma" w:eastAsia="Times New Roman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6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4F56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D5E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E4855-3907-4816-B323-88D142919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91</TotalTime>
  <Pages>5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46</cp:revision>
  <dcterms:created xsi:type="dcterms:W3CDTF">2014-12-20T10:23:00Z</dcterms:created>
  <dcterms:modified xsi:type="dcterms:W3CDTF">2015-08-18T09:27:00Z</dcterms:modified>
</cp:coreProperties>
</file>